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8241E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B13AC" w:rsidRPr="00CB13AC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B13AC" w:rsidRPr="00CB13AC">
        <w:rPr>
          <w:rFonts w:ascii="Times New Roman" w:eastAsia="Times New Roman" w:hAnsi="Times New Roman"/>
          <w:b/>
          <w:sz w:val="24"/>
          <w:szCs w:val="20"/>
          <w:lang w:eastAsia="pl-PL"/>
        </w:rPr>
        <w:t>BP.271.26.2019.BS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B13AC" w:rsidRPr="00CB13AC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B13AC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B13AC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Ametystowej w Zbrudzewie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355" w:rsidRDefault="00041355" w:rsidP="00025386">
      <w:pPr>
        <w:spacing w:after="0" w:line="240" w:lineRule="auto"/>
      </w:pPr>
      <w:r>
        <w:separator/>
      </w:r>
    </w:p>
  </w:endnote>
  <w:endnote w:type="continuationSeparator" w:id="0">
    <w:p w:rsidR="00041355" w:rsidRDefault="0004135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AC" w:rsidRDefault="00CB13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8241E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67DA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67DA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AC" w:rsidRDefault="00CB13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355" w:rsidRDefault="00041355" w:rsidP="00025386">
      <w:pPr>
        <w:spacing w:after="0" w:line="240" w:lineRule="auto"/>
      </w:pPr>
      <w:r>
        <w:separator/>
      </w:r>
    </w:p>
  </w:footnote>
  <w:footnote w:type="continuationSeparator" w:id="0">
    <w:p w:rsidR="00041355" w:rsidRDefault="0004135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AC" w:rsidRDefault="00CB13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AC" w:rsidRDefault="00CB13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AC" w:rsidRDefault="00CB13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55"/>
    <w:rsid w:val="00025386"/>
    <w:rsid w:val="00041355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241E8"/>
    <w:rsid w:val="008B797E"/>
    <w:rsid w:val="008F2498"/>
    <w:rsid w:val="00A56A6F"/>
    <w:rsid w:val="00B77707"/>
    <w:rsid w:val="00BE3BCE"/>
    <w:rsid w:val="00CB13AC"/>
    <w:rsid w:val="00D55FC4"/>
    <w:rsid w:val="00DC587A"/>
    <w:rsid w:val="00DE73DD"/>
    <w:rsid w:val="00E27ABB"/>
    <w:rsid w:val="00E67DA2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2019-07-04T11:56:00Z</dcterms:created>
  <dcterms:modified xsi:type="dcterms:W3CDTF">2019-07-04T11:56:00Z</dcterms:modified>
</cp:coreProperties>
</file>